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C3" w:rsidRPr="003D2B56" w:rsidRDefault="007D230E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jc w:val="both"/>
        <w:rPr>
          <w:noProof/>
          <w:sz w:val="22"/>
          <w:szCs w:val="22"/>
          <w:lang/>
        </w:rPr>
      </w:pPr>
      <w:r w:rsidRPr="003D2B56">
        <w:rPr>
          <w:noProof/>
          <w:sz w:val="22"/>
          <w:szCs w:val="22"/>
          <w:lang/>
        </w:rPr>
        <w:t>У складу са О</w:t>
      </w:r>
      <w:r w:rsidR="00A824E6" w:rsidRPr="003D2B56">
        <w:rPr>
          <w:noProof/>
          <w:sz w:val="22"/>
          <w:szCs w:val="22"/>
          <w:lang/>
        </w:rPr>
        <w:t>длуком Сената Универзитета</w:t>
      </w:r>
      <w:r w:rsidRPr="003D2B56">
        <w:rPr>
          <w:noProof/>
          <w:sz w:val="22"/>
          <w:szCs w:val="22"/>
          <w:lang/>
        </w:rPr>
        <w:t xml:space="preserve"> у Београду</w:t>
      </w:r>
      <w:r w:rsidR="00A824E6" w:rsidRPr="003D2B56">
        <w:rPr>
          <w:noProof/>
          <w:sz w:val="22"/>
          <w:szCs w:val="22"/>
          <w:lang/>
        </w:rPr>
        <w:t xml:space="preserve"> о извођењу приступног предавања на Универзитету у Београду</w:t>
      </w:r>
      <w:r w:rsidR="00BF3C46" w:rsidRPr="003D2B56">
        <w:rPr>
          <w:noProof/>
          <w:sz w:val="22"/>
          <w:szCs w:val="22"/>
          <w:lang/>
        </w:rPr>
        <w:t xml:space="preserve"> бр.06-4289/3-16 </w:t>
      </w:r>
      <w:r w:rsidRPr="003D2B56">
        <w:rPr>
          <w:noProof/>
          <w:sz w:val="22"/>
          <w:szCs w:val="22"/>
          <w:lang/>
        </w:rPr>
        <w:t xml:space="preserve">од 14.09.2016.године и Одлуком о измени и допини </w:t>
      </w:r>
      <w:r w:rsidR="00606232" w:rsidRPr="003D2B56">
        <w:rPr>
          <w:noProof/>
          <w:sz w:val="22"/>
          <w:szCs w:val="22"/>
          <w:lang/>
        </w:rPr>
        <w:t>одлуке о извођењу приступног предавања на Универзитету у Београду бр.06-2464</w:t>
      </w:r>
      <w:r w:rsidR="003A7D48" w:rsidRPr="003D2B56">
        <w:rPr>
          <w:noProof/>
          <w:sz w:val="22"/>
          <w:szCs w:val="22"/>
          <w:lang/>
        </w:rPr>
        <w:t>/8</w:t>
      </w:r>
      <w:r w:rsidR="00606232" w:rsidRPr="003D2B56">
        <w:rPr>
          <w:noProof/>
          <w:sz w:val="22"/>
          <w:szCs w:val="22"/>
          <w:lang/>
        </w:rPr>
        <w:t>-1</w:t>
      </w:r>
      <w:r w:rsidR="003A7D48" w:rsidRPr="003D2B56">
        <w:rPr>
          <w:noProof/>
          <w:sz w:val="22"/>
          <w:szCs w:val="22"/>
          <w:lang/>
        </w:rPr>
        <w:t>7</w:t>
      </w:r>
      <w:r w:rsidR="00606232" w:rsidRPr="003D2B56">
        <w:rPr>
          <w:noProof/>
          <w:sz w:val="22"/>
          <w:szCs w:val="22"/>
          <w:lang/>
        </w:rPr>
        <w:t xml:space="preserve"> од </w:t>
      </w:r>
      <w:r w:rsidR="003A7D48" w:rsidRPr="003D2B56">
        <w:rPr>
          <w:noProof/>
          <w:sz w:val="22"/>
          <w:szCs w:val="22"/>
          <w:lang/>
        </w:rPr>
        <w:t>21.06.2017.</w:t>
      </w:r>
      <w:r w:rsidR="00606232" w:rsidRPr="003D2B56">
        <w:rPr>
          <w:noProof/>
          <w:sz w:val="22"/>
          <w:szCs w:val="22"/>
          <w:lang/>
        </w:rPr>
        <w:t>године</w:t>
      </w:r>
      <w:r w:rsidR="003A7D48" w:rsidRPr="003D2B56">
        <w:rPr>
          <w:noProof/>
          <w:sz w:val="22"/>
          <w:szCs w:val="22"/>
          <w:lang/>
        </w:rPr>
        <w:t xml:space="preserve">, </w:t>
      </w:r>
      <w:r w:rsidR="00A824E6" w:rsidRPr="003D2B56">
        <w:rPr>
          <w:noProof/>
          <w:sz w:val="22"/>
          <w:szCs w:val="22"/>
          <w:lang/>
        </w:rPr>
        <w:t>Комисија у саставу:</w:t>
      </w:r>
    </w:p>
    <w:p w:rsidR="00A824E6" w:rsidRPr="003D2B56" w:rsidRDefault="00A824E6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</w:p>
    <w:p w:rsidR="00A824E6" w:rsidRPr="003D2B56" w:rsidRDefault="00A824E6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  <w:r w:rsidRPr="003D2B56">
        <w:rPr>
          <w:noProof/>
          <w:sz w:val="22"/>
          <w:szCs w:val="22"/>
          <w:lang/>
        </w:rPr>
        <w:t xml:space="preserve">1. </w:t>
      </w:r>
      <w:r w:rsidR="00822BF8" w:rsidRPr="003D2B56">
        <w:rPr>
          <w:noProof/>
          <w:sz w:val="22"/>
          <w:szCs w:val="22"/>
          <w:lang/>
        </w:rPr>
        <w:t xml:space="preserve">Проф. др Вера Правица, редовни професор Медицинског факултета Универзитета у Београду, председник </w:t>
      </w:r>
    </w:p>
    <w:p w:rsidR="00A824E6" w:rsidRPr="003D2B56" w:rsidRDefault="00A824E6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  <w:r w:rsidRPr="003D2B56">
        <w:rPr>
          <w:noProof/>
          <w:sz w:val="22"/>
          <w:szCs w:val="22"/>
          <w:lang/>
        </w:rPr>
        <w:t>2.</w:t>
      </w:r>
      <w:r w:rsidR="0075050E" w:rsidRPr="003D2B56">
        <w:rPr>
          <w:noProof/>
          <w:sz w:val="22"/>
          <w:szCs w:val="22"/>
          <w:lang/>
        </w:rPr>
        <w:t xml:space="preserve"> </w:t>
      </w:r>
      <w:r w:rsidR="00822BF8" w:rsidRPr="003D2B56">
        <w:rPr>
          <w:noProof/>
          <w:sz w:val="22"/>
          <w:szCs w:val="22"/>
          <w:lang/>
        </w:rPr>
        <w:t xml:space="preserve">Проф. др </w:t>
      </w:r>
      <w:r w:rsidR="00AA478D" w:rsidRPr="003D2B56">
        <w:rPr>
          <w:noProof/>
          <w:sz w:val="22"/>
          <w:szCs w:val="22"/>
          <w:lang/>
        </w:rPr>
        <w:t>Владимир Трајковић</w:t>
      </w:r>
      <w:r w:rsidR="00822BF8" w:rsidRPr="003D2B56">
        <w:rPr>
          <w:noProof/>
          <w:sz w:val="22"/>
          <w:szCs w:val="22"/>
          <w:lang/>
        </w:rPr>
        <w:t>, редовни професор Медицинског факултета Универзитета у Београду, члан</w:t>
      </w:r>
    </w:p>
    <w:p w:rsidR="00A824E6" w:rsidRDefault="00A824E6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  <w:r w:rsidRPr="003D2B56">
        <w:rPr>
          <w:noProof/>
          <w:sz w:val="22"/>
          <w:szCs w:val="22"/>
          <w:lang/>
        </w:rPr>
        <w:t>3.</w:t>
      </w:r>
      <w:r w:rsidR="0075050E" w:rsidRPr="003D2B56">
        <w:rPr>
          <w:noProof/>
          <w:sz w:val="22"/>
          <w:szCs w:val="22"/>
          <w:lang/>
        </w:rPr>
        <w:t xml:space="preserve"> </w:t>
      </w:r>
      <w:r w:rsidR="00AA478D" w:rsidRPr="003D2B56">
        <w:rPr>
          <w:noProof/>
          <w:sz w:val="22"/>
          <w:szCs w:val="22"/>
          <w:lang/>
        </w:rPr>
        <w:t>Проф. др Душан Павлица, редовни професор Стоматолошког факултета Универзитета у Београду, члан</w:t>
      </w:r>
    </w:p>
    <w:p w:rsidR="00793DB7" w:rsidRPr="00793DB7" w:rsidRDefault="00793DB7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</w:p>
    <w:p w:rsidR="00A824E6" w:rsidRPr="003D2B56" w:rsidRDefault="0075050E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  <w:r w:rsidRPr="003D2B56">
        <w:rPr>
          <w:noProof/>
          <w:sz w:val="22"/>
          <w:szCs w:val="22"/>
          <w:lang/>
        </w:rPr>
        <w:t xml:space="preserve">доставља </w:t>
      </w:r>
    </w:p>
    <w:p w:rsidR="0075050E" w:rsidRPr="003D2B56" w:rsidRDefault="0075050E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jc w:val="center"/>
        <w:rPr>
          <w:b/>
          <w:noProof/>
          <w:sz w:val="22"/>
          <w:szCs w:val="22"/>
          <w:lang/>
        </w:rPr>
      </w:pPr>
      <w:r w:rsidRPr="003D2B56">
        <w:rPr>
          <w:b/>
          <w:noProof/>
          <w:sz w:val="22"/>
          <w:szCs w:val="22"/>
          <w:lang/>
        </w:rPr>
        <w:t>З А П И С Н И К</w:t>
      </w:r>
    </w:p>
    <w:p w:rsidR="0075050E" w:rsidRPr="003D2B56" w:rsidRDefault="0075050E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jc w:val="center"/>
        <w:rPr>
          <w:b/>
          <w:noProof/>
          <w:sz w:val="22"/>
          <w:szCs w:val="22"/>
          <w:lang/>
        </w:rPr>
      </w:pPr>
      <w:r w:rsidRPr="003D2B56">
        <w:rPr>
          <w:b/>
          <w:noProof/>
          <w:sz w:val="22"/>
          <w:szCs w:val="22"/>
          <w:lang/>
        </w:rPr>
        <w:t>о извођењу приступног предавања</w:t>
      </w:r>
    </w:p>
    <w:p w:rsidR="0075050E" w:rsidRPr="003D2B56" w:rsidRDefault="0075050E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jc w:val="center"/>
        <w:rPr>
          <w:b/>
          <w:noProof/>
          <w:sz w:val="22"/>
          <w:szCs w:val="22"/>
          <w:lang/>
        </w:rPr>
      </w:pPr>
      <w:r w:rsidRPr="003D2B56">
        <w:rPr>
          <w:b/>
          <w:noProof/>
          <w:sz w:val="22"/>
          <w:szCs w:val="22"/>
          <w:lang/>
        </w:rPr>
        <w:t>на Медицинском факултету</w:t>
      </w:r>
    </w:p>
    <w:p w:rsidR="0075050E" w:rsidRPr="003D2B56" w:rsidRDefault="0075050E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</w:p>
    <w:p w:rsidR="0075050E" w:rsidRPr="003D2B56" w:rsidRDefault="0075050E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  <w:r w:rsidRPr="003D2B56">
        <w:rPr>
          <w:noProof/>
          <w:sz w:val="22"/>
          <w:szCs w:val="22"/>
          <w:lang/>
        </w:rPr>
        <w:t xml:space="preserve">Кандидат: </w:t>
      </w:r>
      <w:r w:rsidR="00793DB7">
        <w:rPr>
          <w:noProof/>
          <w:sz w:val="22"/>
          <w:szCs w:val="22"/>
          <w:lang/>
        </w:rPr>
        <w:t xml:space="preserve">асист. др </w:t>
      </w:r>
      <w:r w:rsidR="00CD4B0A" w:rsidRPr="003D2B56">
        <w:rPr>
          <w:noProof/>
          <w:sz w:val="22"/>
          <w:szCs w:val="22"/>
          <w:lang/>
        </w:rPr>
        <w:t>Ирена Вуковић</w:t>
      </w:r>
    </w:p>
    <w:p w:rsidR="003172B3" w:rsidRPr="003D2B56" w:rsidRDefault="003172B3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  <w:r w:rsidRPr="003D2B56">
        <w:rPr>
          <w:noProof/>
          <w:sz w:val="22"/>
          <w:szCs w:val="22"/>
          <w:lang/>
        </w:rPr>
        <w:t xml:space="preserve">Звање у које се бира: </w:t>
      </w:r>
      <w:r w:rsidR="00CD4B0A" w:rsidRPr="003D2B56">
        <w:rPr>
          <w:noProof/>
          <w:sz w:val="22"/>
          <w:szCs w:val="22"/>
          <w:lang/>
        </w:rPr>
        <w:t>доцент</w:t>
      </w:r>
    </w:p>
    <w:p w:rsidR="00793DB7" w:rsidRDefault="003172B3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  <w:r w:rsidRPr="003D2B56">
        <w:rPr>
          <w:noProof/>
          <w:sz w:val="22"/>
          <w:szCs w:val="22"/>
          <w:lang/>
        </w:rPr>
        <w:t xml:space="preserve">Тема приступног предавања: </w:t>
      </w:r>
      <w:r w:rsidR="00793DB7" w:rsidRPr="00793DB7">
        <w:rPr>
          <w:noProof/>
          <w:sz w:val="22"/>
          <w:szCs w:val="22"/>
          <w:lang/>
        </w:rPr>
        <w:t xml:space="preserve">Вакцине против </w:t>
      </w:r>
      <w:r w:rsidR="00793DB7">
        <w:rPr>
          <w:noProof/>
          <w:sz w:val="22"/>
          <w:szCs w:val="22"/>
          <w:lang/>
        </w:rPr>
        <w:t>COVID-19</w:t>
      </w:r>
      <w:r w:rsidR="00793DB7" w:rsidRPr="00793DB7">
        <w:rPr>
          <w:noProof/>
          <w:sz w:val="22"/>
          <w:szCs w:val="22"/>
          <w:lang/>
        </w:rPr>
        <w:t>:</w:t>
      </w:r>
      <w:r w:rsidR="00CE4A94">
        <w:rPr>
          <w:noProof/>
          <w:sz w:val="22"/>
          <w:szCs w:val="22"/>
          <w:lang/>
        </w:rPr>
        <w:t xml:space="preserve"> </w:t>
      </w:r>
      <w:r w:rsidR="00793DB7" w:rsidRPr="00793DB7">
        <w:rPr>
          <w:noProof/>
          <w:sz w:val="22"/>
          <w:szCs w:val="22"/>
          <w:lang/>
        </w:rPr>
        <w:t xml:space="preserve">вакцинација посебних група; вакцине и репродуктивно здравље </w:t>
      </w:r>
    </w:p>
    <w:p w:rsidR="003172B3" w:rsidRPr="003D2B56" w:rsidRDefault="00AA478D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  <w:r w:rsidRPr="003D2B56">
        <w:rPr>
          <w:noProof/>
          <w:sz w:val="22"/>
          <w:szCs w:val="22"/>
          <w:lang/>
        </w:rPr>
        <w:t>Датум извођења: 24.1.2022.</w:t>
      </w:r>
      <w:r w:rsidR="00793DB7">
        <w:rPr>
          <w:noProof/>
          <w:sz w:val="22"/>
          <w:szCs w:val="22"/>
          <w:lang/>
        </w:rPr>
        <w:t xml:space="preserve"> године</w:t>
      </w:r>
    </w:p>
    <w:p w:rsidR="003172B3" w:rsidRPr="003D2B56" w:rsidRDefault="003172B3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</w:p>
    <w:p w:rsidR="008C329B" w:rsidRPr="003D2B56" w:rsidRDefault="008C329B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</w:p>
    <w:p w:rsidR="003172B3" w:rsidRPr="003D2B56" w:rsidRDefault="008C329B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  <w:r w:rsidRPr="003D2B56">
        <w:rPr>
          <w:noProof/>
          <w:sz w:val="22"/>
          <w:szCs w:val="22"/>
          <w:lang/>
        </w:rPr>
        <w:t>Чланови Комисије</w:t>
      </w:r>
      <w:r w:rsidR="008B26AB" w:rsidRPr="003D2B56">
        <w:rPr>
          <w:noProof/>
          <w:sz w:val="22"/>
          <w:szCs w:val="22"/>
          <w:lang/>
        </w:rPr>
        <w:t>:</w:t>
      </w:r>
      <w:r w:rsidR="008B26AB" w:rsidRPr="003D2B56">
        <w:rPr>
          <w:noProof/>
          <w:sz w:val="22"/>
          <w:szCs w:val="22"/>
          <w:lang/>
        </w:rPr>
        <w:tab/>
      </w:r>
      <w:r w:rsidR="008B26AB" w:rsidRPr="003D2B56">
        <w:rPr>
          <w:noProof/>
          <w:sz w:val="22"/>
          <w:szCs w:val="22"/>
          <w:lang/>
        </w:rPr>
        <w:tab/>
        <w:t xml:space="preserve"> </w:t>
      </w:r>
      <w:r w:rsidR="006136A4" w:rsidRPr="003D2B56">
        <w:rPr>
          <w:noProof/>
          <w:sz w:val="22"/>
          <w:szCs w:val="22"/>
          <w:lang/>
        </w:rPr>
        <w:t>Оцена: (од 1 до 5)</w:t>
      </w:r>
    </w:p>
    <w:p w:rsidR="008C329B" w:rsidRPr="003D2B56" w:rsidRDefault="008C329B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</w:p>
    <w:p w:rsidR="006136A4" w:rsidRPr="007734CD" w:rsidRDefault="006136A4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4"/>
          <w:szCs w:val="24"/>
          <w:lang/>
        </w:rPr>
      </w:pPr>
      <w:r w:rsidRPr="003D2B56">
        <w:rPr>
          <w:noProof/>
          <w:sz w:val="22"/>
          <w:szCs w:val="22"/>
          <w:lang/>
        </w:rPr>
        <w:t>1.</w:t>
      </w:r>
      <w:r w:rsidR="006225C6" w:rsidRPr="003D2B56">
        <w:rPr>
          <w:noProof/>
          <w:sz w:val="22"/>
          <w:szCs w:val="22"/>
          <w:lang/>
        </w:rPr>
        <w:t xml:space="preserve"> </w:t>
      </w:r>
      <w:r w:rsidR="00AA478D" w:rsidRPr="003D2B56">
        <w:rPr>
          <w:noProof/>
          <w:sz w:val="22"/>
          <w:szCs w:val="22"/>
          <w:lang/>
        </w:rPr>
        <w:t xml:space="preserve">Проф. др Вера Правица, редовни професор                      </w:t>
      </w:r>
      <w:r w:rsidR="007734CD">
        <w:rPr>
          <w:noProof/>
          <w:sz w:val="22"/>
          <w:szCs w:val="22"/>
          <w:lang/>
        </w:rPr>
        <w:t xml:space="preserve">                 </w:t>
      </w:r>
      <w:r w:rsidR="002046EC">
        <w:rPr>
          <w:noProof/>
          <w:sz w:val="22"/>
          <w:szCs w:val="22"/>
          <w:lang/>
        </w:rPr>
        <w:t xml:space="preserve">         </w:t>
      </w:r>
      <w:r w:rsidR="007734CD" w:rsidRPr="007734CD">
        <w:rPr>
          <w:bCs/>
          <w:sz w:val="24"/>
          <w:szCs w:val="24"/>
          <w:lang/>
        </w:rPr>
        <w:t>5 (пет)</w:t>
      </w:r>
    </w:p>
    <w:p w:rsidR="006136A4" w:rsidRPr="007734CD" w:rsidRDefault="006136A4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4"/>
          <w:szCs w:val="24"/>
          <w:lang/>
        </w:rPr>
      </w:pPr>
      <w:r w:rsidRPr="007734CD">
        <w:rPr>
          <w:noProof/>
          <w:sz w:val="24"/>
          <w:szCs w:val="24"/>
          <w:lang/>
        </w:rPr>
        <w:t xml:space="preserve">2. </w:t>
      </w:r>
      <w:r w:rsidR="003D2B56" w:rsidRPr="007734CD">
        <w:rPr>
          <w:noProof/>
          <w:sz w:val="24"/>
          <w:szCs w:val="24"/>
          <w:lang/>
        </w:rPr>
        <w:t>Проф. др Владимир Трајковић, редовни професор</w:t>
      </w:r>
      <w:r w:rsidR="008F2919" w:rsidRPr="007734CD">
        <w:rPr>
          <w:noProof/>
          <w:sz w:val="24"/>
          <w:szCs w:val="24"/>
          <w:lang/>
        </w:rPr>
        <w:tab/>
      </w:r>
      <w:r w:rsidR="002046EC">
        <w:rPr>
          <w:noProof/>
          <w:sz w:val="24"/>
          <w:szCs w:val="24"/>
          <w:lang/>
        </w:rPr>
        <w:t xml:space="preserve">              </w:t>
      </w:r>
      <w:r w:rsidR="007734CD" w:rsidRPr="007734CD">
        <w:rPr>
          <w:bCs/>
          <w:sz w:val="24"/>
          <w:szCs w:val="24"/>
          <w:lang/>
        </w:rPr>
        <w:t>5 (пет)</w:t>
      </w:r>
    </w:p>
    <w:p w:rsidR="006136A4" w:rsidRPr="007734CD" w:rsidRDefault="006136A4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4"/>
          <w:szCs w:val="24"/>
          <w:lang/>
        </w:rPr>
      </w:pPr>
      <w:r w:rsidRPr="007734CD">
        <w:rPr>
          <w:noProof/>
          <w:sz w:val="24"/>
          <w:szCs w:val="24"/>
          <w:lang/>
        </w:rPr>
        <w:t xml:space="preserve">3. </w:t>
      </w:r>
      <w:r w:rsidR="003D2B56" w:rsidRPr="007734CD">
        <w:rPr>
          <w:noProof/>
          <w:sz w:val="24"/>
          <w:szCs w:val="24"/>
          <w:lang/>
        </w:rPr>
        <w:t>Проф. др Душан Павлица, редовни професор</w:t>
      </w:r>
      <w:r w:rsidR="008F2919" w:rsidRPr="007734CD">
        <w:rPr>
          <w:noProof/>
          <w:sz w:val="24"/>
          <w:szCs w:val="24"/>
          <w:lang/>
        </w:rPr>
        <w:tab/>
      </w:r>
      <w:r w:rsidR="002046EC">
        <w:rPr>
          <w:noProof/>
          <w:sz w:val="24"/>
          <w:szCs w:val="24"/>
          <w:lang/>
        </w:rPr>
        <w:t xml:space="preserve">              </w:t>
      </w:r>
      <w:r w:rsidR="007734CD" w:rsidRPr="007734CD">
        <w:rPr>
          <w:bCs/>
          <w:sz w:val="24"/>
          <w:szCs w:val="24"/>
          <w:lang/>
        </w:rPr>
        <w:t>5 (пет)</w:t>
      </w:r>
    </w:p>
    <w:p w:rsidR="0075050E" w:rsidRPr="003D2B56" w:rsidRDefault="0075050E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</w:p>
    <w:p w:rsidR="008F2919" w:rsidRPr="003D2B56" w:rsidRDefault="008F2919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  <w:r w:rsidRPr="003D2B56">
        <w:rPr>
          <w:noProof/>
          <w:sz w:val="22"/>
          <w:szCs w:val="22"/>
          <w:lang/>
        </w:rPr>
        <w:tab/>
      </w:r>
      <w:r w:rsidRPr="003D2B56">
        <w:rPr>
          <w:noProof/>
          <w:sz w:val="22"/>
          <w:szCs w:val="22"/>
          <w:lang/>
        </w:rPr>
        <w:tab/>
        <w:t xml:space="preserve">Просечна оцена: </w:t>
      </w:r>
      <w:r w:rsidRPr="003D2B56">
        <w:rPr>
          <w:noProof/>
          <w:sz w:val="22"/>
          <w:szCs w:val="22"/>
          <w:lang/>
        </w:rPr>
        <w:tab/>
      </w:r>
      <w:r w:rsidR="007734CD" w:rsidRPr="00552688">
        <w:rPr>
          <w:b/>
          <w:bCs/>
          <w:sz w:val="28"/>
          <w:szCs w:val="28"/>
          <w:lang/>
        </w:rPr>
        <w:t>5 (пет)</w:t>
      </w:r>
    </w:p>
    <w:p w:rsidR="003A7D48" w:rsidRDefault="003A7D48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</w:p>
    <w:p w:rsidR="002046EC" w:rsidRPr="00793DB7" w:rsidRDefault="002046EC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</w:p>
    <w:p w:rsidR="000B1DB6" w:rsidRPr="003D2B56" w:rsidRDefault="000B1DB6" w:rsidP="002046EC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-567" w:right="-754"/>
        <w:rPr>
          <w:noProof/>
          <w:sz w:val="22"/>
          <w:szCs w:val="22"/>
          <w:lang/>
        </w:rPr>
      </w:pPr>
      <w:r w:rsidRPr="003D2B56">
        <w:rPr>
          <w:noProof/>
          <w:sz w:val="22"/>
          <w:szCs w:val="22"/>
          <w:lang/>
        </w:rPr>
        <w:t>Потписи чланова Комисије:</w:t>
      </w:r>
    </w:p>
    <w:p w:rsidR="007734CD" w:rsidRDefault="00793DB7" w:rsidP="002046EC">
      <w:pPr>
        <w:pStyle w:val="Checkboxes"/>
        <w:numPr>
          <w:ilvl w:val="0"/>
          <w:numId w:val="1"/>
        </w:numPr>
        <w:tabs>
          <w:tab w:val="left" w:pos="0"/>
        </w:tabs>
        <w:spacing w:before="0" w:after="0" w:line="264" w:lineRule="auto"/>
        <w:ind w:left="-567" w:right="-754" w:hanging="284"/>
        <w:rPr>
          <w:noProof/>
          <w:sz w:val="22"/>
          <w:szCs w:val="22"/>
          <w:lang/>
        </w:rPr>
      </w:pPr>
      <w:r w:rsidRPr="003D2B56">
        <w:rPr>
          <w:noProof/>
          <w:sz w:val="22"/>
          <w:szCs w:val="22"/>
          <w:lang/>
        </w:rPr>
        <w:t xml:space="preserve">Проф. др Вера Правица, </w:t>
      </w:r>
    </w:p>
    <w:p w:rsidR="007734CD" w:rsidRPr="007734CD" w:rsidRDefault="002046EC" w:rsidP="002046EC">
      <w:pPr>
        <w:pStyle w:val="Checkboxes"/>
        <w:tabs>
          <w:tab w:val="left" w:pos="0"/>
        </w:tabs>
        <w:spacing w:before="0" w:after="120" w:line="264" w:lineRule="auto"/>
        <w:ind w:left="-567" w:right="-754" w:hanging="284"/>
        <w:rPr>
          <w:noProof/>
          <w:sz w:val="22"/>
          <w:szCs w:val="22"/>
          <w:lang/>
        </w:rPr>
      </w:pPr>
      <w:r>
        <w:rPr>
          <w:noProof/>
          <w:sz w:val="22"/>
          <w:szCs w:val="22"/>
          <w:lang/>
        </w:rPr>
        <w:t xml:space="preserve">     </w:t>
      </w:r>
      <w:r w:rsidR="00793DB7" w:rsidRPr="003D2B56">
        <w:rPr>
          <w:noProof/>
          <w:sz w:val="22"/>
          <w:szCs w:val="22"/>
          <w:lang/>
        </w:rPr>
        <w:t>редовни професор Медицинског факултета Универзитета у Београду</w:t>
      </w:r>
      <w:r w:rsidR="007734CD">
        <w:rPr>
          <w:noProof/>
          <w:sz w:val="22"/>
          <w:szCs w:val="22"/>
          <w:lang/>
        </w:rPr>
        <w:t xml:space="preserve">        </w:t>
      </w:r>
      <w:r w:rsidR="007734CD" w:rsidRPr="003D2B56">
        <w:rPr>
          <w:noProof/>
          <w:sz w:val="22"/>
          <w:szCs w:val="22"/>
          <w:lang/>
        </w:rPr>
        <w:t>__________________</w:t>
      </w:r>
      <w:r w:rsidR="007734CD">
        <w:rPr>
          <w:noProof/>
          <w:sz w:val="22"/>
          <w:szCs w:val="22"/>
          <w:lang/>
        </w:rPr>
        <w:t>_____</w:t>
      </w:r>
    </w:p>
    <w:p w:rsidR="007734CD" w:rsidRDefault="00793DB7" w:rsidP="002046EC">
      <w:pPr>
        <w:pStyle w:val="Checkboxes"/>
        <w:numPr>
          <w:ilvl w:val="0"/>
          <w:numId w:val="1"/>
        </w:numPr>
        <w:tabs>
          <w:tab w:val="left" w:pos="0"/>
        </w:tabs>
        <w:spacing w:before="0" w:after="0" w:line="264" w:lineRule="auto"/>
        <w:ind w:left="-567" w:right="-754" w:hanging="284"/>
        <w:rPr>
          <w:noProof/>
          <w:sz w:val="22"/>
          <w:szCs w:val="22"/>
          <w:lang/>
        </w:rPr>
      </w:pPr>
      <w:r w:rsidRPr="007734CD">
        <w:rPr>
          <w:noProof/>
          <w:sz w:val="22"/>
          <w:szCs w:val="22"/>
          <w:lang/>
        </w:rPr>
        <w:t xml:space="preserve">Проф. др Владимир Трајковић, </w:t>
      </w:r>
    </w:p>
    <w:p w:rsidR="00793DB7" w:rsidRPr="007734CD" w:rsidRDefault="002046EC" w:rsidP="002046EC">
      <w:pPr>
        <w:pStyle w:val="Checkboxes"/>
        <w:tabs>
          <w:tab w:val="left" w:pos="0"/>
        </w:tabs>
        <w:spacing w:before="0" w:after="120" w:line="264" w:lineRule="auto"/>
        <w:ind w:left="-567" w:right="-754" w:hanging="284"/>
        <w:rPr>
          <w:noProof/>
          <w:sz w:val="22"/>
          <w:szCs w:val="22"/>
          <w:lang/>
        </w:rPr>
      </w:pPr>
      <w:r>
        <w:rPr>
          <w:noProof/>
          <w:sz w:val="22"/>
          <w:szCs w:val="22"/>
          <w:lang/>
        </w:rPr>
        <w:t xml:space="preserve">     </w:t>
      </w:r>
      <w:r w:rsidR="00793DB7" w:rsidRPr="007734CD">
        <w:rPr>
          <w:noProof/>
          <w:sz w:val="22"/>
          <w:szCs w:val="22"/>
          <w:lang/>
        </w:rPr>
        <w:t>редовни професор Медицинског факултета Универзитета у Београду</w:t>
      </w:r>
      <w:r w:rsidR="007734CD">
        <w:rPr>
          <w:noProof/>
          <w:sz w:val="22"/>
          <w:szCs w:val="22"/>
          <w:lang/>
        </w:rPr>
        <w:t xml:space="preserve">        </w:t>
      </w:r>
      <w:r w:rsidR="007734CD" w:rsidRPr="003D2B56">
        <w:rPr>
          <w:noProof/>
          <w:sz w:val="22"/>
          <w:szCs w:val="22"/>
          <w:lang/>
        </w:rPr>
        <w:t>__________________</w:t>
      </w:r>
      <w:r w:rsidR="007734CD">
        <w:rPr>
          <w:noProof/>
          <w:sz w:val="22"/>
          <w:szCs w:val="22"/>
          <w:lang/>
        </w:rPr>
        <w:t>_____</w:t>
      </w:r>
    </w:p>
    <w:p w:rsidR="007734CD" w:rsidRDefault="00793DB7" w:rsidP="002046EC">
      <w:pPr>
        <w:pStyle w:val="Checkboxes"/>
        <w:numPr>
          <w:ilvl w:val="0"/>
          <w:numId w:val="1"/>
        </w:numPr>
        <w:tabs>
          <w:tab w:val="left" w:pos="0"/>
        </w:tabs>
        <w:spacing w:before="0" w:after="0" w:line="264" w:lineRule="auto"/>
        <w:ind w:left="-567" w:right="-754" w:hanging="284"/>
        <w:rPr>
          <w:noProof/>
          <w:sz w:val="22"/>
          <w:szCs w:val="22"/>
          <w:lang/>
        </w:rPr>
      </w:pPr>
      <w:r w:rsidRPr="003D2B56">
        <w:rPr>
          <w:noProof/>
          <w:sz w:val="22"/>
          <w:szCs w:val="22"/>
          <w:lang/>
        </w:rPr>
        <w:t xml:space="preserve">Проф. др Душан Павлица, </w:t>
      </w:r>
    </w:p>
    <w:p w:rsidR="000B1DB6" w:rsidRPr="007734CD" w:rsidRDefault="002046EC" w:rsidP="002046EC">
      <w:pPr>
        <w:pStyle w:val="Checkboxes"/>
        <w:tabs>
          <w:tab w:val="left" w:pos="0"/>
        </w:tabs>
        <w:spacing w:before="0" w:after="0" w:line="264" w:lineRule="auto"/>
        <w:ind w:left="-567" w:right="-754" w:hanging="284"/>
        <w:rPr>
          <w:noProof/>
          <w:sz w:val="22"/>
          <w:szCs w:val="22"/>
          <w:lang/>
        </w:rPr>
      </w:pPr>
      <w:r>
        <w:rPr>
          <w:noProof/>
          <w:sz w:val="22"/>
          <w:szCs w:val="22"/>
          <w:lang/>
        </w:rPr>
        <w:t xml:space="preserve">    </w:t>
      </w:r>
      <w:r w:rsidR="00793DB7" w:rsidRPr="003D2B56">
        <w:rPr>
          <w:noProof/>
          <w:sz w:val="22"/>
          <w:szCs w:val="22"/>
          <w:lang/>
        </w:rPr>
        <w:t>редовни професор Стоматолошког факултета Универзитета у Београду</w:t>
      </w:r>
      <w:r w:rsidR="007734CD">
        <w:rPr>
          <w:noProof/>
          <w:sz w:val="22"/>
          <w:szCs w:val="22"/>
          <w:lang/>
        </w:rPr>
        <w:t xml:space="preserve">     </w:t>
      </w:r>
      <w:r w:rsidR="007734CD" w:rsidRPr="003D2B56">
        <w:rPr>
          <w:noProof/>
          <w:sz w:val="22"/>
          <w:szCs w:val="22"/>
          <w:lang/>
        </w:rPr>
        <w:t>__________________</w:t>
      </w:r>
      <w:r w:rsidR="007734CD">
        <w:rPr>
          <w:noProof/>
          <w:sz w:val="22"/>
          <w:szCs w:val="22"/>
          <w:lang/>
        </w:rPr>
        <w:t>_____</w:t>
      </w:r>
    </w:p>
    <w:sectPr w:rsidR="000B1DB6" w:rsidRPr="007734CD" w:rsidSect="007734CD">
      <w:headerReference w:type="first" r:id="rId7"/>
      <w:footerReference w:type="first" r:id="rId8"/>
      <w:pgSz w:w="11907" w:h="16840" w:code="9"/>
      <w:pgMar w:top="-245" w:right="1440" w:bottom="1701" w:left="1440" w:header="0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037" w:rsidRDefault="00EC6037">
      <w:r>
        <w:separator/>
      </w:r>
    </w:p>
  </w:endnote>
  <w:endnote w:type="continuationSeparator" w:id="1">
    <w:p w:rsidR="00EC6037" w:rsidRDefault="00EC6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88B" w:rsidRDefault="00CD4B0A">
    <w:pPr>
      <w:pStyle w:val="Footer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2057400</wp:posOffset>
          </wp:positionH>
          <wp:positionV relativeFrom="paragraph">
            <wp:posOffset>20320</wp:posOffset>
          </wp:positionV>
          <wp:extent cx="1131570" cy="332105"/>
          <wp:effectExtent l="19050" t="0" r="0" b="0"/>
          <wp:wrapNone/>
          <wp:docPr id="20" name="Picture 20" descr="cir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cir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1570" cy="332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3657600</wp:posOffset>
          </wp:positionH>
          <wp:positionV relativeFrom="paragraph">
            <wp:posOffset>18415</wp:posOffset>
          </wp:positionV>
          <wp:extent cx="2077085" cy="702310"/>
          <wp:effectExtent l="19050" t="0" r="0" b="0"/>
          <wp:wrapNone/>
          <wp:docPr id="19" name="Picture 19" descr="cir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ir-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7085" cy="702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20320</wp:posOffset>
          </wp:positionV>
          <wp:extent cx="1584325" cy="890270"/>
          <wp:effectExtent l="19050" t="0" r="0" b="0"/>
          <wp:wrapNone/>
          <wp:docPr id="18" name="Picture 18" descr="cir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ir-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890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037" w:rsidRDefault="00EC6037">
      <w:r>
        <w:separator/>
      </w:r>
    </w:p>
  </w:footnote>
  <w:footnote w:type="continuationSeparator" w:id="1">
    <w:p w:rsidR="00EC6037" w:rsidRDefault="00EC60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88B" w:rsidRDefault="00CD4B0A">
    <w:pPr>
      <w:pStyle w:val="Header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2933700</wp:posOffset>
          </wp:positionH>
          <wp:positionV relativeFrom="page">
            <wp:posOffset>476250</wp:posOffset>
          </wp:positionV>
          <wp:extent cx="1704975" cy="447675"/>
          <wp:effectExtent l="19050" t="0" r="9525" b="0"/>
          <wp:wrapTopAndBottom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4114800</wp:posOffset>
          </wp:positionH>
          <wp:positionV relativeFrom="page">
            <wp:posOffset>201930</wp:posOffset>
          </wp:positionV>
          <wp:extent cx="1619250" cy="1390650"/>
          <wp:effectExtent l="19050" t="0" r="0" b="0"/>
          <wp:wrapTopAndBottom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1455A"/>
    <w:multiLevelType w:val="hybridMultilevel"/>
    <w:tmpl w:val="A3AC8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75050E"/>
    <w:rsid w:val="000221FF"/>
    <w:rsid w:val="000B1DB6"/>
    <w:rsid w:val="00135D13"/>
    <w:rsid w:val="00140390"/>
    <w:rsid w:val="0015744D"/>
    <w:rsid w:val="001808A2"/>
    <w:rsid w:val="001D49D7"/>
    <w:rsid w:val="002046EC"/>
    <w:rsid w:val="00252A1F"/>
    <w:rsid w:val="0025528D"/>
    <w:rsid w:val="00255CEC"/>
    <w:rsid w:val="002C02C9"/>
    <w:rsid w:val="002D6614"/>
    <w:rsid w:val="002E288B"/>
    <w:rsid w:val="00307F27"/>
    <w:rsid w:val="003172B3"/>
    <w:rsid w:val="00323DC3"/>
    <w:rsid w:val="00350710"/>
    <w:rsid w:val="00363035"/>
    <w:rsid w:val="0036380C"/>
    <w:rsid w:val="0038733B"/>
    <w:rsid w:val="003A7D48"/>
    <w:rsid w:val="003D2B56"/>
    <w:rsid w:val="003D4F09"/>
    <w:rsid w:val="00427425"/>
    <w:rsid w:val="004305D4"/>
    <w:rsid w:val="004F25F6"/>
    <w:rsid w:val="004F3EC5"/>
    <w:rsid w:val="004F6506"/>
    <w:rsid w:val="00520681"/>
    <w:rsid w:val="005607E3"/>
    <w:rsid w:val="0059222B"/>
    <w:rsid w:val="005A1176"/>
    <w:rsid w:val="005A4FCC"/>
    <w:rsid w:val="005B2885"/>
    <w:rsid w:val="005C3B65"/>
    <w:rsid w:val="005C59FE"/>
    <w:rsid w:val="00606232"/>
    <w:rsid w:val="006136A4"/>
    <w:rsid w:val="006225C6"/>
    <w:rsid w:val="006243CD"/>
    <w:rsid w:val="00631B5E"/>
    <w:rsid w:val="006637F6"/>
    <w:rsid w:val="006906FE"/>
    <w:rsid w:val="006951D0"/>
    <w:rsid w:val="006B3025"/>
    <w:rsid w:val="006F7DCA"/>
    <w:rsid w:val="00715E69"/>
    <w:rsid w:val="0075050E"/>
    <w:rsid w:val="00752520"/>
    <w:rsid w:val="00763E2E"/>
    <w:rsid w:val="007734CD"/>
    <w:rsid w:val="00793DB7"/>
    <w:rsid w:val="007B07BC"/>
    <w:rsid w:val="007D230E"/>
    <w:rsid w:val="007F6BC1"/>
    <w:rsid w:val="0081273F"/>
    <w:rsid w:val="00817E8E"/>
    <w:rsid w:val="00822BF8"/>
    <w:rsid w:val="00844853"/>
    <w:rsid w:val="0086751A"/>
    <w:rsid w:val="008771E1"/>
    <w:rsid w:val="00897783"/>
    <w:rsid w:val="008A7872"/>
    <w:rsid w:val="008B26AB"/>
    <w:rsid w:val="008C329B"/>
    <w:rsid w:val="008D6250"/>
    <w:rsid w:val="008E5850"/>
    <w:rsid w:val="008F2919"/>
    <w:rsid w:val="009032A6"/>
    <w:rsid w:val="009322E7"/>
    <w:rsid w:val="00980CFC"/>
    <w:rsid w:val="009A2C88"/>
    <w:rsid w:val="009C71ED"/>
    <w:rsid w:val="009F1036"/>
    <w:rsid w:val="009F1825"/>
    <w:rsid w:val="00A13C8F"/>
    <w:rsid w:val="00A3158D"/>
    <w:rsid w:val="00A44117"/>
    <w:rsid w:val="00A47A67"/>
    <w:rsid w:val="00A824E6"/>
    <w:rsid w:val="00AA478D"/>
    <w:rsid w:val="00AD0F25"/>
    <w:rsid w:val="00AF5BF5"/>
    <w:rsid w:val="00B17FDF"/>
    <w:rsid w:val="00B26FDA"/>
    <w:rsid w:val="00B438B8"/>
    <w:rsid w:val="00B63213"/>
    <w:rsid w:val="00BC038B"/>
    <w:rsid w:val="00BE62B1"/>
    <w:rsid w:val="00BF1E80"/>
    <w:rsid w:val="00BF3C46"/>
    <w:rsid w:val="00BF4F5D"/>
    <w:rsid w:val="00BF7BD2"/>
    <w:rsid w:val="00C02B03"/>
    <w:rsid w:val="00C5295A"/>
    <w:rsid w:val="00C65437"/>
    <w:rsid w:val="00CA66A3"/>
    <w:rsid w:val="00CA6959"/>
    <w:rsid w:val="00CB2ADB"/>
    <w:rsid w:val="00CD4B0A"/>
    <w:rsid w:val="00CE4A94"/>
    <w:rsid w:val="00CF79C0"/>
    <w:rsid w:val="00D17B0F"/>
    <w:rsid w:val="00D34F72"/>
    <w:rsid w:val="00D65DB4"/>
    <w:rsid w:val="00D703D0"/>
    <w:rsid w:val="00D74298"/>
    <w:rsid w:val="00D8503A"/>
    <w:rsid w:val="00DA1ADC"/>
    <w:rsid w:val="00DA3F93"/>
    <w:rsid w:val="00DA6390"/>
    <w:rsid w:val="00DC09AD"/>
    <w:rsid w:val="00DD3602"/>
    <w:rsid w:val="00E314FA"/>
    <w:rsid w:val="00E36036"/>
    <w:rsid w:val="00E4036F"/>
    <w:rsid w:val="00E516DA"/>
    <w:rsid w:val="00E607F1"/>
    <w:rsid w:val="00E74889"/>
    <w:rsid w:val="00EC6037"/>
    <w:rsid w:val="00ED0D06"/>
    <w:rsid w:val="00ED5487"/>
    <w:rsid w:val="00F07DE0"/>
    <w:rsid w:val="00F15F91"/>
    <w:rsid w:val="00F40B1C"/>
    <w:rsid w:val="00F40E24"/>
    <w:rsid w:val="00F5224A"/>
    <w:rsid w:val="00F75606"/>
    <w:rsid w:val="00FB39FF"/>
    <w:rsid w:val="00FE3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4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35D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5D1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12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81273F"/>
    <w:rPr>
      <w:rFonts w:ascii="Arial" w:hAnsi="Arial" w:cs="Arial" w:hint="default"/>
      <w:b/>
      <w:bCs w:val="0"/>
      <w:i w:val="0"/>
      <w:iCs w:val="0"/>
      <w:spacing w:val="-10"/>
      <w:sz w:val="18"/>
    </w:rPr>
  </w:style>
  <w:style w:type="paragraph" w:customStyle="1" w:styleId="Checkboxes">
    <w:name w:val="Checkboxes"/>
    <w:basedOn w:val="Normal"/>
    <w:rsid w:val="0081273F"/>
    <w:pPr>
      <w:spacing w:before="360" w:after="360"/>
    </w:pPr>
    <w:rPr>
      <w:sz w:val="20"/>
      <w:szCs w:val="20"/>
    </w:rPr>
  </w:style>
  <w:style w:type="character" w:customStyle="1" w:styleId="MessageHeaderLabel">
    <w:name w:val="Message Header Label"/>
    <w:rsid w:val="0081273F"/>
    <w:rPr>
      <w:rFonts w:ascii="Arial" w:hAnsi="Arial" w:cs="Arial" w:hint="default"/>
      <w:b/>
      <w:bCs w:val="0"/>
      <w:spacing w:val="-4"/>
      <w:sz w:val="18"/>
    </w:rPr>
  </w:style>
  <w:style w:type="paragraph" w:styleId="ListParagraph">
    <w:name w:val="List Paragraph"/>
    <w:basedOn w:val="Normal"/>
    <w:uiPriority w:val="34"/>
    <w:qFormat/>
    <w:rsid w:val="007734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a\Desktop\MOJA%20DOKUMENTA\MEMORANDUMI-novo\Memorandum%20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 cirilica.dot</Template>
  <TotalTime>22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Kuca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Windows User</cp:lastModifiedBy>
  <cp:revision>7</cp:revision>
  <cp:lastPrinted>2017-11-17T11:38:00Z</cp:lastPrinted>
  <dcterms:created xsi:type="dcterms:W3CDTF">2022-01-21T11:12:00Z</dcterms:created>
  <dcterms:modified xsi:type="dcterms:W3CDTF">2022-01-21T11:33:00Z</dcterms:modified>
</cp:coreProperties>
</file>